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22F" w:rsidRPr="00EE113B" w:rsidRDefault="0009422F" w:rsidP="00BF26C7">
      <w:pPr>
        <w:spacing w:after="0"/>
        <w:ind w:left="4955" w:firstLine="1"/>
        <w:rPr>
          <w:rFonts w:ascii="Times New Roman" w:hAnsi="Times New Roman"/>
          <w:sz w:val="28"/>
          <w:szCs w:val="28"/>
        </w:rPr>
      </w:pPr>
      <w:r w:rsidRPr="00EE113B">
        <w:rPr>
          <w:rFonts w:ascii="Times New Roman" w:hAnsi="Times New Roman"/>
          <w:sz w:val="28"/>
          <w:szCs w:val="28"/>
        </w:rPr>
        <w:t>УТВЕРЖДАЮ</w:t>
      </w:r>
    </w:p>
    <w:p w:rsidR="0009422F" w:rsidRPr="00EE113B" w:rsidRDefault="0009422F" w:rsidP="00BF26C7">
      <w:pPr>
        <w:spacing w:after="0"/>
        <w:ind w:left="4956"/>
        <w:rPr>
          <w:rFonts w:ascii="Times New Roman" w:hAnsi="Times New Roman"/>
          <w:sz w:val="28"/>
          <w:szCs w:val="28"/>
        </w:rPr>
      </w:pPr>
      <w:r w:rsidRPr="00EE113B">
        <w:rPr>
          <w:rFonts w:ascii="Times New Roman" w:hAnsi="Times New Roman"/>
          <w:sz w:val="28"/>
          <w:szCs w:val="28"/>
        </w:rPr>
        <w:t>Волховский городской  прокурор</w:t>
      </w:r>
    </w:p>
    <w:p w:rsidR="0009422F" w:rsidRPr="00EE113B" w:rsidRDefault="0009422F" w:rsidP="00BF26C7">
      <w:pPr>
        <w:spacing w:after="0"/>
        <w:ind w:left="4247" w:firstLine="709"/>
        <w:rPr>
          <w:rFonts w:ascii="Times New Roman" w:hAnsi="Times New Roman"/>
          <w:sz w:val="28"/>
          <w:szCs w:val="28"/>
        </w:rPr>
      </w:pPr>
      <w:r w:rsidRPr="00EE113B">
        <w:rPr>
          <w:rFonts w:ascii="Times New Roman" w:hAnsi="Times New Roman"/>
          <w:sz w:val="28"/>
          <w:szCs w:val="28"/>
        </w:rPr>
        <w:t xml:space="preserve">советник юстиции </w:t>
      </w:r>
    </w:p>
    <w:p w:rsidR="0009422F" w:rsidRPr="00EE113B" w:rsidRDefault="0009422F" w:rsidP="00BF26C7">
      <w:pPr>
        <w:spacing w:after="0"/>
        <w:ind w:left="4247" w:firstLine="709"/>
        <w:jc w:val="center"/>
        <w:rPr>
          <w:rFonts w:ascii="Times New Roman" w:hAnsi="Times New Roman"/>
          <w:sz w:val="28"/>
          <w:szCs w:val="28"/>
        </w:rPr>
      </w:pPr>
      <w:r w:rsidRPr="00EE113B">
        <w:rPr>
          <w:rFonts w:ascii="Times New Roman" w:hAnsi="Times New Roman"/>
          <w:sz w:val="28"/>
          <w:szCs w:val="28"/>
        </w:rPr>
        <w:t>________________ В.В. Исаковский</w:t>
      </w:r>
    </w:p>
    <w:p w:rsidR="0009422F" w:rsidRPr="00EE113B" w:rsidRDefault="0009422F" w:rsidP="00BF26C7">
      <w:pPr>
        <w:spacing w:after="0"/>
        <w:ind w:left="4955" w:firstLine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 декабря</w:t>
      </w:r>
      <w:r w:rsidRPr="00EE113B">
        <w:rPr>
          <w:rFonts w:ascii="Times New Roman" w:hAnsi="Times New Roman"/>
          <w:sz w:val="28"/>
          <w:szCs w:val="28"/>
        </w:rPr>
        <w:t xml:space="preserve"> 2016 г.</w:t>
      </w:r>
    </w:p>
    <w:p w:rsidR="0009422F" w:rsidRDefault="0009422F" w:rsidP="00D53579">
      <w:pPr>
        <w:pStyle w:val="NormalWeb"/>
      </w:pPr>
    </w:p>
    <w:p w:rsidR="0009422F" w:rsidRDefault="0009422F" w:rsidP="00D53579">
      <w:pPr>
        <w:pStyle w:val="NormalWeb"/>
      </w:pPr>
    </w:p>
    <w:p w:rsidR="0009422F" w:rsidRDefault="0009422F" w:rsidP="00D53579">
      <w:pPr>
        <w:pStyle w:val="NormalWeb"/>
      </w:pPr>
    </w:p>
    <w:p w:rsidR="0009422F" w:rsidRPr="00BF26C7" w:rsidRDefault="0009422F" w:rsidP="00BF2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6C7">
        <w:rPr>
          <w:rFonts w:ascii="Times New Roman" w:hAnsi="Times New Roman"/>
          <w:sz w:val="28"/>
          <w:szCs w:val="28"/>
        </w:rPr>
        <w:t>Волховской городской прокуратурой в ноябре 2016 года во исполнение задания прокуратуры Ленинградской области проведена проверка исполнения администрациями муниципальных образований Волховского муниципального района требований федерального законодательства об обеспечении доступа к информации о деятельности государственных органов, органов местного самоуправления».</w:t>
      </w:r>
    </w:p>
    <w:p w:rsidR="0009422F" w:rsidRPr="00BF26C7" w:rsidRDefault="0009422F" w:rsidP="00BF2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6C7">
        <w:rPr>
          <w:rFonts w:ascii="Times New Roman" w:hAnsi="Times New Roman"/>
          <w:sz w:val="28"/>
          <w:szCs w:val="28"/>
        </w:rPr>
        <w:t xml:space="preserve">Установлено, что в нарушение требований статьи 13 Федерального закона от 09.02.2009 № 8-ФЗ «Об обеспечении доступа к информации о деятельности государственных органов и органов местного самоуправления» на официальных сайтах администраций отсутствует информация о порядке обжалования муниципальных правовых актов; о результатах проверок, проведенных органом местного самоуправления, подведомственными организациями в пределах их полномочий, о результатах проверок, проведенных в органе местного самоуправления и подведомственных организациях; тексты официальных выступлений </w:t>
      </w:r>
      <w:r>
        <w:rPr>
          <w:rFonts w:ascii="Times New Roman" w:hAnsi="Times New Roman"/>
          <w:sz w:val="28"/>
          <w:szCs w:val="28"/>
        </w:rPr>
        <w:t xml:space="preserve">руководителя </w:t>
      </w:r>
      <w:r w:rsidRPr="00BF26C7">
        <w:rPr>
          <w:rFonts w:ascii="Times New Roman" w:hAnsi="Times New Roman"/>
          <w:sz w:val="28"/>
          <w:szCs w:val="28"/>
        </w:rPr>
        <w:t xml:space="preserve">органа местного самоуправления; обзоры обращений граждан, их представителей, организаций, общественных объединений, а также обобщенная информация о результатах рассмотрения </w:t>
      </w:r>
      <w:r>
        <w:rPr>
          <w:rFonts w:ascii="Times New Roman" w:hAnsi="Times New Roman"/>
          <w:sz w:val="28"/>
          <w:szCs w:val="28"/>
        </w:rPr>
        <w:t xml:space="preserve">этих обращений и принятых мерах; </w:t>
      </w:r>
      <w:r w:rsidRPr="00BF26C7">
        <w:rPr>
          <w:rFonts w:ascii="Times New Roman" w:hAnsi="Times New Roman"/>
          <w:sz w:val="28"/>
          <w:szCs w:val="28"/>
        </w:rPr>
        <w:t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полномочиям, органа местного самоуправления</w:t>
      </w:r>
      <w:r>
        <w:rPr>
          <w:rFonts w:ascii="Times New Roman" w:hAnsi="Times New Roman"/>
          <w:sz w:val="28"/>
          <w:szCs w:val="28"/>
        </w:rPr>
        <w:t>,</w:t>
      </w:r>
      <w:r w:rsidRPr="00BF26C7">
        <w:rPr>
          <w:rFonts w:ascii="Times New Roman" w:hAnsi="Times New Roman"/>
          <w:sz w:val="28"/>
          <w:szCs w:val="28"/>
        </w:rPr>
        <w:t xml:space="preserve"> не размещена информация о кадровом обеспечении, органа местного самоуправления</w:t>
      </w:r>
    </w:p>
    <w:p w:rsidR="0009422F" w:rsidRPr="00BF26C7" w:rsidRDefault="0009422F" w:rsidP="00BF2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6C7">
        <w:rPr>
          <w:rFonts w:ascii="Times New Roman" w:hAnsi="Times New Roman"/>
          <w:sz w:val="28"/>
          <w:szCs w:val="28"/>
        </w:rPr>
        <w:t xml:space="preserve">В связи с этим </w:t>
      </w:r>
      <w:r>
        <w:rPr>
          <w:rFonts w:ascii="Times New Roman" w:hAnsi="Times New Roman"/>
          <w:sz w:val="28"/>
          <w:szCs w:val="28"/>
        </w:rPr>
        <w:t>Волховским городским прокурором</w:t>
      </w:r>
      <w:r w:rsidRPr="00BF26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главам администраций внесено 12 представлений об устранении выявленных нарушений закона. </w:t>
      </w:r>
    </w:p>
    <w:p w:rsidR="0009422F" w:rsidRPr="00BF26C7" w:rsidRDefault="0009422F" w:rsidP="00BF26C7">
      <w:pPr>
        <w:pStyle w:val="Heading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BF26C7">
        <w:rPr>
          <w:b w:val="0"/>
          <w:sz w:val="28"/>
          <w:szCs w:val="28"/>
        </w:rPr>
        <w:t xml:space="preserve">Рассмотрение актов прокурорского реагирования находится на контроле. </w:t>
      </w:r>
    </w:p>
    <w:p w:rsidR="0009422F" w:rsidRPr="00EE113B" w:rsidRDefault="0009422F" w:rsidP="00BF26C7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09422F" w:rsidRPr="00EE113B" w:rsidRDefault="0009422F" w:rsidP="00BF26C7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02.12</w:t>
      </w:r>
      <w:r w:rsidRPr="00EE113B">
        <w:rPr>
          <w:rFonts w:ascii="Times New Roman" w:hAnsi="Times New Roman"/>
          <w:sz w:val="28"/>
          <w:szCs w:val="28"/>
        </w:rPr>
        <w:t>.2016</w:t>
      </w:r>
    </w:p>
    <w:p w:rsidR="0009422F" w:rsidRPr="00EE113B" w:rsidRDefault="0009422F" w:rsidP="00BF26C7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E113B">
        <w:rPr>
          <w:rFonts w:ascii="Times New Roman" w:hAnsi="Times New Roman"/>
          <w:sz w:val="28"/>
          <w:szCs w:val="28"/>
        </w:rPr>
        <w:t>Заместитель городского прокурора                                                       А.Г. Зорин</w:t>
      </w:r>
    </w:p>
    <w:p w:rsidR="0009422F" w:rsidRPr="00EE113B" w:rsidRDefault="0009422F" w:rsidP="00BF26C7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EE113B">
        <w:rPr>
          <w:rFonts w:ascii="Times New Roman" w:hAnsi="Times New Roman"/>
          <w:sz w:val="28"/>
          <w:szCs w:val="28"/>
        </w:rPr>
        <w:t>8-911-212-29-11</w:t>
      </w:r>
    </w:p>
    <w:p w:rsidR="0009422F" w:rsidRDefault="0009422F" w:rsidP="00BF26C7">
      <w:pPr>
        <w:pStyle w:val="NormalWeb"/>
      </w:pPr>
    </w:p>
    <w:sectPr w:rsidR="0009422F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3579"/>
    <w:rsid w:val="00061AB7"/>
    <w:rsid w:val="0009422F"/>
    <w:rsid w:val="001E1551"/>
    <w:rsid w:val="00415F3E"/>
    <w:rsid w:val="00594E5F"/>
    <w:rsid w:val="00A74622"/>
    <w:rsid w:val="00BF26C7"/>
    <w:rsid w:val="00C2690A"/>
    <w:rsid w:val="00D53579"/>
    <w:rsid w:val="00EB189B"/>
    <w:rsid w:val="00EE113B"/>
    <w:rsid w:val="00F02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F3E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BF26C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26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rmalWeb">
    <w:name w:val="Normal (Web)"/>
    <w:basedOn w:val="Normal"/>
    <w:uiPriority w:val="99"/>
    <w:rsid w:val="00D535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BF26C7"/>
    <w:pPr>
      <w:spacing w:after="0" w:line="240" w:lineRule="auto"/>
      <w:ind w:firstLine="720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F26C7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19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283</Words>
  <Characters>1619</Characters>
  <Application>Microsoft Office Outlook</Application>
  <DocSecurity>0</DocSecurity>
  <Lines>0</Lines>
  <Paragraphs>0</Paragraphs>
  <ScaleCrop>false</ScaleCrop>
  <Company>Прокуратура ЛО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Прокурор</dc:creator>
  <cp:keywords/>
  <dc:description/>
  <cp:lastModifiedBy>Прокурор</cp:lastModifiedBy>
  <cp:revision>2</cp:revision>
  <cp:lastPrinted>2016-12-02T05:27:00Z</cp:lastPrinted>
  <dcterms:created xsi:type="dcterms:W3CDTF">2016-12-05T06:23:00Z</dcterms:created>
  <dcterms:modified xsi:type="dcterms:W3CDTF">2016-12-05T06:23:00Z</dcterms:modified>
</cp:coreProperties>
</file>